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2976"/>
      </w:tblGrid>
      <w:tr w:rsidR="00D40650" w14:paraId="01313720" w14:textId="77777777" w:rsidTr="0095227E">
        <w:trPr>
          <w:trHeight w:val="1508"/>
        </w:trPr>
        <w:tc>
          <w:tcPr>
            <w:tcW w:w="6096" w:type="dxa"/>
            <w:shd w:val="clear" w:color="auto" w:fill="auto"/>
          </w:tcPr>
          <w:p w14:paraId="01313719" w14:textId="653AF66D" w:rsidR="00D40650" w:rsidRPr="00A10E66" w:rsidRDefault="0095227E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F63E685" wp14:editId="19841F7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61200"/>
                  <wp:effectExtent l="0" t="0" r="825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6" w:type="dxa"/>
            <w:shd w:val="clear" w:color="auto" w:fill="auto"/>
          </w:tcPr>
          <w:p w14:paraId="0131371F" w14:textId="5706EDC4" w:rsidR="005C565C" w:rsidRPr="00BC1A62" w:rsidRDefault="005C565C" w:rsidP="00D8220E">
            <w:pPr>
              <w:pStyle w:val="AK"/>
              <w:jc w:val="right"/>
            </w:pPr>
          </w:p>
        </w:tc>
      </w:tr>
      <w:tr w:rsidR="00A24623" w:rsidRPr="00A24623" w14:paraId="01313725" w14:textId="77777777" w:rsidTr="0095227E">
        <w:trPr>
          <w:trHeight w:val="1665"/>
        </w:trPr>
        <w:tc>
          <w:tcPr>
            <w:tcW w:w="6096" w:type="dxa"/>
            <w:shd w:val="clear" w:color="auto" w:fill="auto"/>
          </w:tcPr>
          <w:p w14:paraId="01313723" w14:textId="4419FB4E" w:rsidR="0076054B" w:rsidRPr="003C667F" w:rsidRDefault="00E30A22" w:rsidP="00E42EE9">
            <w:pPr>
              <w:pStyle w:val="Liik"/>
            </w:pPr>
            <w:r w:rsidRPr="003C667F">
              <w:t>MINISTRI KÄSKKIRI</w:t>
            </w:r>
          </w:p>
        </w:tc>
        <w:tc>
          <w:tcPr>
            <w:tcW w:w="2976" w:type="dxa"/>
            <w:shd w:val="clear" w:color="auto" w:fill="auto"/>
          </w:tcPr>
          <w:p w14:paraId="01313724" w14:textId="10E1E14B" w:rsidR="0076054B" w:rsidRPr="00A24623" w:rsidRDefault="00E42EE9" w:rsidP="00F43936">
            <w:pPr>
              <w:pStyle w:val="Kuupev1"/>
              <w:rPr>
                <w:iCs/>
              </w:rPr>
            </w:pPr>
            <w:sdt>
              <w:sdtPr>
                <w:rPr>
                  <w:iCs/>
                </w:rPr>
                <w:alias w:val="Registreerimise kuupäev"/>
                <w:tag w:val="RMRegistrationDate"/>
                <w:id w:val="1679998907"/>
                <w:lock w:val="contentLocked"/>
                <w:placeholder>
                  <w:docPart w:val="BDE5DC221B9A4347BD355D61C07B060F"/>
                </w:placeholder>
                <w:showingPlcHdr/>
                <w:dataBinding w:prefixMappings="xmlns:ns0='http://schemas.microsoft.com/office/2006/metadata/properties' xmlns:ns1='http://www.w3.org/2001/XMLSchema-instance' xmlns:ns2='982cb962-c479-4c18-85cc-1cc9a74653c6' " w:xpath="/ns0:properties[1]/documentManagement[1]/ns2:RMRegistrationDate[1]" w:storeItemID="{A8738878-3AFC-482D-A39D-0DAE5F5F9656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24623" w:rsidRPr="00A24623">
                  <w:rPr>
                    <w:rStyle w:val="PlaceholderText"/>
                    <w:color w:val="auto"/>
                  </w:rPr>
                  <w:t>[Registreerimise kuupäev]</w:t>
                </w:r>
              </w:sdtContent>
            </w:sdt>
            <w:r w:rsidR="00A24623" w:rsidRPr="00A24623">
              <w:rPr>
                <w:iCs/>
              </w:rPr>
              <w:t xml:space="preserve"> </w:t>
            </w:r>
            <w:r w:rsidR="00A27F89" w:rsidRPr="00A24623">
              <w:rPr>
                <w:iCs/>
              </w:rPr>
              <w:t>nr</w:t>
            </w:r>
            <w:r w:rsidR="00A24623" w:rsidRPr="00A24623">
              <w:rPr>
                <w:iCs/>
              </w:rPr>
              <w:t xml:space="preserve"> </w:t>
            </w:r>
            <w:sdt>
              <w:sdtPr>
                <w:rPr>
                  <w:iCs/>
                </w:rPr>
                <w:alias w:val="Registreerimisnumber"/>
                <w:tag w:val="RMReferenceCode"/>
                <w:id w:val="114802403"/>
                <w:lock w:val="contentLocked"/>
                <w:placeholder>
                  <w:docPart w:val="E67850B686904612863552F075A0F126"/>
                </w:placeholder>
                <w:showingPlcHdr/>
                <w:dataBinding w:prefixMappings="xmlns:ns0='http://schemas.microsoft.com/office/2006/metadata/properties' xmlns:ns1='http://www.w3.org/2001/XMLSchema-instance' xmlns:ns2='982cb962-c479-4c18-85cc-1cc9a74653c6' " w:xpath="/ns0:properties[1]/documentManagement[1]/ns2:RMReferenceCode[1]" w:storeItemID="{A8738878-3AFC-482D-A39D-0DAE5F5F9656}"/>
                <w:text/>
              </w:sdtPr>
              <w:sdtEndPr/>
              <w:sdtContent>
                <w:r w:rsidR="00A24623" w:rsidRPr="00A24623">
                  <w:rPr>
                    <w:rStyle w:val="PlaceholderText"/>
                    <w:color w:val="auto"/>
                  </w:rPr>
                  <w:t>[Registreerimisnumber]</w:t>
                </w:r>
              </w:sdtContent>
            </w:sdt>
            <w:r w:rsidR="00A27F89" w:rsidRPr="00A24623">
              <w:rPr>
                <w:iCs/>
              </w:rPr>
              <w:t xml:space="preserve"> </w:t>
            </w:r>
          </w:p>
        </w:tc>
      </w:tr>
    </w:tbl>
    <w:p w14:paraId="18EFE9FE" w14:textId="77777777" w:rsidR="0049784D" w:rsidRDefault="0049784D" w:rsidP="0049784D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03B27AAF" w14:textId="7C79D8E7" w:rsidR="0049784D" w:rsidRPr="005E3B6F" w:rsidRDefault="0049784D" w:rsidP="005E3B6F">
      <w:pPr>
        <w:widowControl/>
        <w:suppressAutoHyphens w:val="0"/>
        <w:spacing w:line="240" w:lineRule="auto"/>
        <w:jc w:val="left"/>
        <w:rPr>
          <w:rFonts w:eastAsia="Times New Roman"/>
          <w:b/>
          <w:bCs/>
          <w:kern w:val="0"/>
          <w:lang w:eastAsia="et-EE" w:bidi="ar-SA"/>
        </w:rPr>
      </w:pPr>
      <w:r w:rsidRPr="00674DA6">
        <w:rPr>
          <w:rFonts w:eastAsia="Times New Roman"/>
          <w:b/>
          <w:bCs/>
          <w:kern w:val="0"/>
          <w:lang w:eastAsia="et-EE" w:bidi="ar-SA"/>
        </w:rPr>
        <w:t>Toetuse andmise tingimuste kehtestamine tegevuse</w:t>
      </w:r>
      <w:r w:rsidR="005E3B6F">
        <w:rPr>
          <w:rFonts w:eastAsia="Times New Roman"/>
          <w:b/>
          <w:bCs/>
          <w:kern w:val="0"/>
          <w:lang w:eastAsia="et-EE" w:bidi="ar-SA"/>
        </w:rPr>
        <w:br/>
      </w:r>
      <w:r w:rsidR="00A04167">
        <w:rPr>
          <w:rFonts w:eastAsia="Times New Roman"/>
          <w:b/>
          <w:bCs/>
          <w:kern w:val="0"/>
          <w:lang w:eastAsia="et-EE" w:bidi="ar-SA"/>
        </w:rPr>
        <w:t xml:space="preserve">„Noorsootöö meetmed noorte tööturule sisenemise </w:t>
      </w:r>
      <w:r w:rsidR="005E3B6F">
        <w:rPr>
          <w:rFonts w:eastAsia="Times New Roman"/>
          <w:b/>
          <w:bCs/>
          <w:kern w:val="0"/>
          <w:lang w:eastAsia="et-EE" w:bidi="ar-SA"/>
        </w:rPr>
        <w:br/>
      </w:r>
      <w:r w:rsidR="00A04167">
        <w:rPr>
          <w:rFonts w:eastAsia="Times New Roman"/>
          <w:b/>
          <w:bCs/>
          <w:kern w:val="0"/>
          <w:lang w:eastAsia="et-EE" w:bidi="ar-SA"/>
        </w:rPr>
        <w:t>toetamiseks ja NEET-staatuses noortele tugimeetmete</w:t>
      </w:r>
      <w:r w:rsidR="005E3B6F">
        <w:rPr>
          <w:rFonts w:eastAsia="Times New Roman"/>
          <w:b/>
          <w:bCs/>
          <w:kern w:val="0"/>
          <w:lang w:eastAsia="et-EE" w:bidi="ar-SA"/>
        </w:rPr>
        <w:br/>
      </w:r>
      <w:r w:rsidR="00A04167">
        <w:rPr>
          <w:rFonts w:eastAsia="Times New Roman"/>
          <w:b/>
          <w:bCs/>
          <w:kern w:val="0"/>
          <w:lang w:eastAsia="et-EE" w:bidi="ar-SA"/>
        </w:rPr>
        <w:t>pakkumiseks</w:t>
      </w:r>
      <w:r w:rsidR="00C26F08">
        <w:rPr>
          <w:rFonts w:eastAsia="Times New Roman"/>
          <w:b/>
          <w:bCs/>
          <w:kern w:val="0"/>
          <w:lang w:eastAsia="et-EE" w:bidi="ar-SA"/>
        </w:rPr>
        <w:t>“ elluviimiseks</w:t>
      </w:r>
    </w:p>
    <w:p w14:paraId="71193140" w14:textId="77777777" w:rsidR="0049784D" w:rsidRDefault="0049784D" w:rsidP="0049784D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65928DF8" w14:textId="77777777" w:rsidR="005E3B6F" w:rsidRPr="00DE4CB2" w:rsidRDefault="005E3B6F" w:rsidP="0049784D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4F8B06F1" w14:textId="77777777" w:rsidR="00674DA6" w:rsidRDefault="00674DA6" w:rsidP="00674DA6">
      <w:pPr>
        <w:widowControl/>
        <w:suppressAutoHyphens w:val="0"/>
        <w:spacing w:line="240" w:lineRule="auto"/>
        <w:rPr>
          <w:color w:val="000000"/>
        </w:rPr>
      </w:pPr>
      <w:r>
        <w:rPr>
          <w:color w:val="000000"/>
        </w:rPr>
        <w:t>P</w:t>
      </w:r>
      <w:r w:rsidRPr="002C7F63">
        <w:rPr>
          <w:color w:val="000000"/>
        </w:rPr>
        <w:t>erioodi 2021–2027 Euroopa Liidu ühtekuuluvus- ja siseturvalisuspoliitika fondide rakendamise seaduse § 10 lõigete 2 ja 4 alusel</w:t>
      </w:r>
      <w:r>
        <w:rPr>
          <w:color w:val="000000"/>
        </w:rPr>
        <w:t>:</w:t>
      </w:r>
    </w:p>
    <w:p w14:paraId="239629AA" w14:textId="77777777" w:rsidR="00674DA6" w:rsidRPr="002C7F63" w:rsidRDefault="00674DA6" w:rsidP="00674DA6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52C917A1" w14:textId="561320ED" w:rsidR="00674DA6" w:rsidRPr="00A04167" w:rsidRDefault="00674DA6" w:rsidP="00674DA6">
      <w:pPr>
        <w:widowControl/>
        <w:numPr>
          <w:ilvl w:val="0"/>
          <w:numId w:val="1"/>
        </w:numPr>
        <w:suppressAutoHyphens w:val="0"/>
        <w:spacing w:after="200" w:line="240" w:lineRule="auto"/>
        <w:ind w:left="284" w:hanging="284"/>
        <w:contextualSpacing/>
        <w:rPr>
          <w:rFonts w:eastAsia="Times New Roman"/>
          <w:kern w:val="0"/>
          <w:lang w:eastAsia="et-EE" w:bidi="ar-SA"/>
        </w:rPr>
      </w:pPr>
      <w:r w:rsidRPr="00DE4CB2">
        <w:rPr>
          <w:rFonts w:eastAsia="Times New Roman"/>
          <w:kern w:val="0"/>
          <w:lang w:eastAsia="et-EE" w:bidi="ar-SA"/>
        </w:rPr>
        <w:t xml:space="preserve">Kehtestan toetuse andmise </w:t>
      </w:r>
      <w:r w:rsidRPr="00A04167">
        <w:rPr>
          <w:rFonts w:eastAsia="Times New Roman"/>
          <w:kern w:val="0"/>
          <w:lang w:eastAsia="et-EE" w:bidi="ar-SA"/>
        </w:rPr>
        <w:t xml:space="preserve">tingimused </w:t>
      </w:r>
      <w:r w:rsidR="00A04167" w:rsidRPr="00A04167">
        <w:rPr>
          <w:rFonts w:eastAsia="Times New Roman"/>
          <w:kern w:val="0"/>
          <w:lang w:eastAsia="et-EE" w:bidi="ar-SA"/>
        </w:rPr>
        <w:t>Haridus- ja noorteprogrammi</w:t>
      </w:r>
      <w:r w:rsidRPr="00A04167">
        <w:rPr>
          <w:rFonts w:eastAsia="Times New Roman"/>
          <w:kern w:val="0"/>
          <w:lang w:eastAsia="et-EE" w:bidi="ar-SA"/>
        </w:rPr>
        <w:t xml:space="preserve"> meetme</w:t>
      </w:r>
      <w:r w:rsidR="00A04167" w:rsidRPr="00A04167">
        <w:rPr>
          <w:rFonts w:eastAsia="Times New Roman"/>
          <w:kern w:val="0"/>
          <w:lang w:eastAsia="et-EE" w:bidi="ar-SA"/>
        </w:rPr>
        <w:t xml:space="preserve"> 21.4.5.1. „Noortevaldkonna arendamine“</w:t>
      </w:r>
      <w:r w:rsidRPr="00A04167">
        <w:rPr>
          <w:rFonts w:eastAsia="Times New Roman"/>
          <w:kern w:val="0"/>
          <w:lang w:eastAsia="et-EE" w:bidi="ar-SA"/>
        </w:rPr>
        <w:t xml:space="preserve"> tegevus</w:t>
      </w:r>
      <w:r w:rsidR="00A04167" w:rsidRPr="00A04167">
        <w:rPr>
          <w:rFonts w:eastAsia="Times New Roman"/>
          <w:kern w:val="0"/>
          <w:lang w:eastAsia="et-EE" w:bidi="ar-SA"/>
        </w:rPr>
        <w:t xml:space="preserve">e </w:t>
      </w:r>
      <w:r w:rsidR="00A04167" w:rsidRPr="00A04167">
        <w:rPr>
          <w:rFonts w:eastAsia="Times New Roman"/>
          <w:kern w:val="0"/>
          <w:lang w:eastAsia="en-US" w:bidi="ar-SA"/>
        </w:rPr>
        <w:t xml:space="preserve">„Noorsootöö meetmed noorte tööturule sisenemise toetamiseks ja NEET-staatuses noortele tugimeetmete pakkumiseks“ ning meetme 21.4.7.2. „Noortevaldkonna arendamine“ tegevuse „Teenused riskinoortele: laste ja noorte kodanikuühiskonda kaasamine“ </w:t>
      </w:r>
      <w:r w:rsidRPr="00A04167">
        <w:rPr>
          <w:rFonts w:eastAsia="Times New Roman"/>
          <w:kern w:val="0"/>
          <w:lang w:eastAsia="et-EE" w:bidi="ar-SA"/>
        </w:rPr>
        <w:t>elluviimiseks (lisatud).</w:t>
      </w:r>
    </w:p>
    <w:p w14:paraId="079C5029" w14:textId="77777777" w:rsidR="00674DA6" w:rsidRDefault="00674DA6" w:rsidP="00674DA6">
      <w:pPr>
        <w:widowControl/>
        <w:suppressAutoHyphens w:val="0"/>
        <w:spacing w:after="200" w:line="240" w:lineRule="auto"/>
        <w:ind w:left="284"/>
        <w:contextualSpacing/>
        <w:rPr>
          <w:rFonts w:eastAsia="Times New Roman"/>
          <w:kern w:val="0"/>
          <w:lang w:eastAsia="et-EE" w:bidi="ar-SA"/>
        </w:rPr>
      </w:pPr>
    </w:p>
    <w:p w14:paraId="12BBF21D" w14:textId="41E76AEC" w:rsidR="00674DA6" w:rsidRDefault="00674DA6" w:rsidP="00722569">
      <w:pPr>
        <w:widowControl/>
        <w:numPr>
          <w:ilvl w:val="0"/>
          <w:numId w:val="1"/>
        </w:numPr>
        <w:suppressAutoHyphens w:val="0"/>
        <w:spacing w:line="240" w:lineRule="auto"/>
        <w:ind w:left="284" w:hanging="284"/>
        <w:contextualSpacing/>
        <w:rPr>
          <w:rFonts w:eastAsia="Times New Roman"/>
          <w:kern w:val="0"/>
          <w:lang w:eastAsia="et-EE" w:bidi="ar-SA"/>
        </w:rPr>
      </w:pPr>
      <w:r w:rsidRPr="00A04167">
        <w:rPr>
          <w:rFonts w:eastAsia="Times New Roman"/>
          <w:kern w:val="0"/>
          <w:lang w:eastAsia="et-EE" w:bidi="ar-SA"/>
        </w:rPr>
        <w:t xml:space="preserve">Määran </w:t>
      </w:r>
      <w:r>
        <w:rPr>
          <w:rFonts w:eastAsia="Times New Roman"/>
          <w:kern w:val="0"/>
          <w:lang w:eastAsia="et-EE" w:bidi="ar-SA"/>
        </w:rPr>
        <w:t>punktis 1 nimetatud tegevus</w:t>
      </w:r>
      <w:r w:rsidR="00D8220E">
        <w:rPr>
          <w:rFonts w:eastAsia="Times New Roman"/>
          <w:kern w:val="0"/>
          <w:lang w:eastAsia="et-EE" w:bidi="ar-SA"/>
        </w:rPr>
        <w:t>e elluviijaks Haridus- ja Noorteameti.</w:t>
      </w:r>
    </w:p>
    <w:p w14:paraId="3B07ED60" w14:textId="77777777" w:rsidR="00587885" w:rsidRDefault="00587885" w:rsidP="00722569">
      <w:pPr>
        <w:pStyle w:val="ListParagraph"/>
        <w:rPr>
          <w:rFonts w:eastAsia="Times New Roman"/>
          <w:kern w:val="0"/>
          <w:lang w:eastAsia="et-EE" w:bidi="ar-SA"/>
        </w:rPr>
      </w:pPr>
    </w:p>
    <w:p w14:paraId="7B81BBA0" w14:textId="19D95DB4" w:rsidR="00587885" w:rsidRDefault="00587885" w:rsidP="00722569">
      <w:pPr>
        <w:widowControl/>
        <w:numPr>
          <w:ilvl w:val="0"/>
          <w:numId w:val="1"/>
        </w:numPr>
        <w:suppressAutoHyphens w:val="0"/>
        <w:spacing w:line="240" w:lineRule="auto"/>
        <w:ind w:left="284" w:hanging="284"/>
        <w:contextualSpacing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>Käskkirja rakendatakse 1. jaanuarist 2023. a.</w:t>
      </w:r>
    </w:p>
    <w:p w14:paraId="4F44055F" w14:textId="77777777" w:rsidR="00674DA6" w:rsidRPr="00DE4CB2" w:rsidRDefault="00674DA6" w:rsidP="00674DA6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7F8EE83F" w14:textId="77777777" w:rsidR="00674DA6" w:rsidRPr="00DE4CB2" w:rsidRDefault="00674DA6" w:rsidP="00674DA6">
      <w:pPr>
        <w:widowControl/>
        <w:numPr>
          <w:ilvl w:val="0"/>
          <w:numId w:val="1"/>
        </w:numPr>
        <w:suppressAutoHyphens w:val="0"/>
        <w:spacing w:after="200" w:line="240" w:lineRule="auto"/>
        <w:ind w:left="284" w:hanging="284"/>
        <w:contextualSpacing/>
        <w:rPr>
          <w:rFonts w:eastAsia="Times New Roman"/>
          <w:kern w:val="0"/>
          <w:lang w:eastAsia="et-EE" w:bidi="ar-SA"/>
        </w:rPr>
      </w:pPr>
      <w:r w:rsidRPr="00DE4CB2">
        <w:rPr>
          <w:rFonts w:eastAsia="Times New Roman"/>
          <w:kern w:val="0"/>
          <w:lang w:eastAsia="et-EE" w:bidi="ar-SA"/>
        </w:rPr>
        <w:t>Käesolevat käskkirja on võimalik vaidlustada 30 päeva jooksul teatavaks tegemisest, esitades kaebuse Tartu Halduskohtusse halduskohtumenetluse seadustikus sätestatud korras.</w:t>
      </w:r>
    </w:p>
    <w:p w14:paraId="3ECE8EC9" w14:textId="77777777" w:rsidR="0049784D" w:rsidRDefault="0049784D" w:rsidP="00674DA6">
      <w:pPr>
        <w:widowControl/>
        <w:suppressAutoHyphens w:val="0"/>
        <w:spacing w:after="200" w:line="240" w:lineRule="auto"/>
        <w:contextualSpacing/>
        <w:rPr>
          <w:rFonts w:eastAsia="Times New Roman"/>
          <w:kern w:val="0"/>
          <w:lang w:eastAsia="et-EE" w:bidi="ar-SA"/>
        </w:rPr>
      </w:pPr>
    </w:p>
    <w:p w14:paraId="15488EC9" w14:textId="77777777" w:rsidR="0049784D" w:rsidRDefault="0049784D" w:rsidP="0049784D">
      <w:pPr>
        <w:widowControl/>
        <w:suppressAutoHyphens w:val="0"/>
        <w:spacing w:after="200" w:line="240" w:lineRule="auto"/>
        <w:contextualSpacing/>
        <w:jc w:val="left"/>
        <w:rPr>
          <w:rFonts w:eastAsia="Times New Roman"/>
          <w:kern w:val="0"/>
          <w:lang w:eastAsia="et-EE" w:bidi="ar-SA"/>
        </w:rPr>
      </w:pPr>
    </w:p>
    <w:p w14:paraId="5FE81D7B" w14:textId="1ECE3A66" w:rsidR="0064076C" w:rsidRDefault="0064076C" w:rsidP="0064076C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68A31067" w14:textId="77777777" w:rsidR="0095227E" w:rsidRPr="0064076C" w:rsidRDefault="0095227E" w:rsidP="0064076C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</w:p>
    <w:p w14:paraId="37BF5FE6" w14:textId="63573970" w:rsidR="0064076C" w:rsidRPr="0064076C" w:rsidRDefault="0064076C" w:rsidP="0064076C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 w:rsidRPr="0064076C">
        <w:rPr>
          <w:rFonts w:eastAsia="Times New Roman"/>
          <w:kern w:val="0"/>
          <w:lang w:eastAsia="et-EE" w:bidi="ar-SA"/>
        </w:rPr>
        <w:t>(allkirjastatud digitaalselt)</w:t>
      </w:r>
    </w:p>
    <w:p w14:paraId="6945A276" w14:textId="2A244200" w:rsidR="0064076C" w:rsidRPr="0064076C" w:rsidRDefault="00686DB0" w:rsidP="0064076C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>Kristina Kallas</w:t>
      </w:r>
    </w:p>
    <w:p w14:paraId="256FB99C" w14:textId="7E155B75" w:rsidR="0095227E" w:rsidRPr="0049784D" w:rsidRDefault="0095227E" w:rsidP="0064076C">
      <w:pPr>
        <w:widowControl/>
        <w:suppressAutoHyphens w:val="0"/>
        <w:spacing w:line="240" w:lineRule="auto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>m</w:t>
      </w:r>
      <w:r w:rsidR="0064076C" w:rsidRPr="0064076C">
        <w:rPr>
          <w:rFonts w:eastAsia="Times New Roman"/>
          <w:kern w:val="0"/>
          <w:lang w:eastAsia="et-EE" w:bidi="ar-SA"/>
        </w:rPr>
        <w:t>inister</w:t>
      </w:r>
    </w:p>
    <w:sectPr w:rsidR="0095227E" w:rsidRPr="0049784D" w:rsidSect="005C565C">
      <w:headerReference w:type="even" r:id="rId12"/>
      <w:headerReference w:type="default" r:id="rId13"/>
      <w:headerReference w:type="first" r:id="rId14"/>
      <w:pgSz w:w="11906" w:h="16838" w:code="9"/>
      <w:pgMar w:top="907" w:right="1021" w:bottom="709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8F721" w14:textId="77777777" w:rsidR="00823933" w:rsidRDefault="00823933" w:rsidP="00DF44DF">
      <w:r>
        <w:separator/>
      </w:r>
    </w:p>
  </w:endnote>
  <w:endnote w:type="continuationSeparator" w:id="0">
    <w:p w14:paraId="56DDF3B4" w14:textId="77777777" w:rsidR="00823933" w:rsidRDefault="0082393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14881" w14:textId="77777777" w:rsidR="00823933" w:rsidRDefault="00823933" w:rsidP="00DF44DF">
      <w:r>
        <w:separator/>
      </w:r>
    </w:p>
  </w:footnote>
  <w:footnote w:type="continuationSeparator" w:id="0">
    <w:p w14:paraId="0A902A1E" w14:textId="77777777" w:rsidR="00823933" w:rsidRDefault="0082393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E27B" w14:textId="77777777" w:rsidR="00B53F32" w:rsidRDefault="00B53F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13747" w14:textId="723286BA" w:rsidR="00110BCA" w:rsidRDefault="00110BCA" w:rsidP="0095227E">
    <w:pPr>
      <w:pStyle w:val="Jalus1"/>
    </w:pPr>
  </w:p>
  <w:p w14:paraId="01313748" w14:textId="77777777" w:rsidR="00110BCA" w:rsidRDefault="00110B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E074E" w14:textId="7ED13275" w:rsidR="00D8220E" w:rsidRDefault="00D849CA" w:rsidP="00D849CA">
    <w:pPr>
      <w:pStyle w:val="Header"/>
      <w:jc w:val="right"/>
    </w:pPr>
    <w:r>
      <w:t xml:space="preserve">EELNÕU </w:t>
    </w:r>
    <w:r w:rsidR="00B53F32">
      <w:t>03</w:t>
    </w:r>
    <w:r>
      <w:t>.0</w:t>
    </w:r>
    <w:r w:rsidR="00B53F32">
      <w:t>7</w:t>
    </w:r>
    <w: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15BA7"/>
    <w:multiLevelType w:val="hybridMultilevel"/>
    <w:tmpl w:val="70BC7FA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883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46E"/>
    <w:rsid w:val="0004665A"/>
    <w:rsid w:val="00060947"/>
    <w:rsid w:val="00073127"/>
    <w:rsid w:val="00074DAD"/>
    <w:rsid w:val="00083E04"/>
    <w:rsid w:val="000913FC"/>
    <w:rsid w:val="000C4FF7"/>
    <w:rsid w:val="000E4F8D"/>
    <w:rsid w:val="00110BCA"/>
    <w:rsid w:val="00114A45"/>
    <w:rsid w:val="00124999"/>
    <w:rsid w:val="0014512D"/>
    <w:rsid w:val="001867E7"/>
    <w:rsid w:val="001A7D04"/>
    <w:rsid w:val="001D1BF3"/>
    <w:rsid w:val="001D4CFB"/>
    <w:rsid w:val="002008A2"/>
    <w:rsid w:val="002066D4"/>
    <w:rsid w:val="00207E93"/>
    <w:rsid w:val="00221DF5"/>
    <w:rsid w:val="0022269C"/>
    <w:rsid w:val="00247458"/>
    <w:rsid w:val="0026456A"/>
    <w:rsid w:val="002835BB"/>
    <w:rsid w:val="00293449"/>
    <w:rsid w:val="002B76A9"/>
    <w:rsid w:val="002F254F"/>
    <w:rsid w:val="00340066"/>
    <w:rsid w:val="00354059"/>
    <w:rsid w:val="00394DCB"/>
    <w:rsid w:val="003A1F9B"/>
    <w:rsid w:val="003B2A9C"/>
    <w:rsid w:val="003C667F"/>
    <w:rsid w:val="00435A13"/>
    <w:rsid w:val="0044084D"/>
    <w:rsid w:val="0049784D"/>
    <w:rsid w:val="004A3512"/>
    <w:rsid w:val="004C1391"/>
    <w:rsid w:val="004C61FE"/>
    <w:rsid w:val="004E7F44"/>
    <w:rsid w:val="004F532C"/>
    <w:rsid w:val="0050252A"/>
    <w:rsid w:val="00520472"/>
    <w:rsid w:val="00532272"/>
    <w:rsid w:val="00546204"/>
    <w:rsid w:val="00547F36"/>
    <w:rsid w:val="00551E24"/>
    <w:rsid w:val="00557534"/>
    <w:rsid w:val="00560A92"/>
    <w:rsid w:val="0056160C"/>
    <w:rsid w:val="00564569"/>
    <w:rsid w:val="00566D45"/>
    <w:rsid w:val="00587251"/>
    <w:rsid w:val="00587885"/>
    <w:rsid w:val="005B5CE1"/>
    <w:rsid w:val="005C565C"/>
    <w:rsid w:val="005E3AED"/>
    <w:rsid w:val="005E3B6F"/>
    <w:rsid w:val="005E45BB"/>
    <w:rsid w:val="005F2F38"/>
    <w:rsid w:val="00602834"/>
    <w:rsid w:val="0061488F"/>
    <w:rsid w:val="0062029B"/>
    <w:rsid w:val="0064076C"/>
    <w:rsid w:val="00674DA6"/>
    <w:rsid w:val="0067513C"/>
    <w:rsid w:val="00680609"/>
    <w:rsid w:val="00686DB0"/>
    <w:rsid w:val="006D6AAD"/>
    <w:rsid w:val="006E16BD"/>
    <w:rsid w:val="006F3BB9"/>
    <w:rsid w:val="006F72A0"/>
    <w:rsid w:val="006F72D7"/>
    <w:rsid w:val="00703A8B"/>
    <w:rsid w:val="007056E1"/>
    <w:rsid w:val="00713327"/>
    <w:rsid w:val="00722569"/>
    <w:rsid w:val="0075695A"/>
    <w:rsid w:val="0076054B"/>
    <w:rsid w:val="00793A3C"/>
    <w:rsid w:val="007A1DE8"/>
    <w:rsid w:val="007D54FC"/>
    <w:rsid w:val="007E400F"/>
    <w:rsid w:val="007F55B0"/>
    <w:rsid w:val="00823933"/>
    <w:rsid w:val="00835858"/>
    <w:rsid w:val="008859ED"/>
    <w:rsid w:val="008919F2"/>
    <w:rsid w:val="008B346F"/>
    <w:rsid w:val="008D4634"/>
    <w:rsid w:val="008F0B50"/>
    <w:rsid w:val="0091786B"/>
    <w:rsid w:val="00923F71"/>
    <w:rsid w:val="00931B8E"/>
    <w:rsid w:val="00932CDE"/>
    <w:rsid w:val="009370A4"/>
    <w:rsid w:val="0095227E"/>
    <w:rsid w:val="009709A8"/>
    <w:rsid w:val="00990863"/>
    <w:rsid w:val="009A1F5A"/>
    <w:rsid w:val="009E7F4A"/>
    <w:rsid w:val="00A04167"/>
    <w:rsid w:val="00A10E66"/>
    <w:rsid w:val="00A1244E"/>
    <w:rsid w:val="00A24623"/>
    <w:rsid w:val="00A27F89"/>
    <w:rsid w:val="00A932E3"/>
    <w:rsid w:val="00AB33EA"/>
    <w:rsid w:val="00AD2EA7"/>
    <w:rsid w:val="00B43CAA"/>
    <w:rsid w:val="00B53F32"/>
    <w:rsid w:val="00BC1A62"/>
    <w:rsid w:val="00BD078E"/>
    <w:rsid w:val="00BD3CCF"/>
    <w:rsid w:val="00BE46B2"/>
    <w:rsid w:val="00BF4D7C"/>
    <w:rsid w:val="00C24F66"/>
    <w:rsid w:val="00C26F08"/>
    <w:rsid w:val="00C27B07"/>
    <w:rsid w:val="00C41FC5"/>
    <w:rsid w:val="00C8246E"/>
    <w:rsid w:val="00C83346"/>
    <w:rsid w:val="00C90E39"/>
    <w:rsid w:val="00CA583B"/>
    <w:rsid w:val="00CA5F0B"/>
    <w:rsid w:val="00CD009A"/>
    <w:rsid w:val="00CF2B77"/>
    <w:rsid w:val="00CF4303"/>
    <w:rsid w:val="00D07821"/>
    <w:rsid w:val="00D21BE8"/>
    <w:rsid w:val="00D2714D"/>
    <w:rsid w:val="00D40650"/>
    <w:rsid w:val="00D559F8"/>
    <w:rsid w:val="00D8202D"/>
    <w:rsid w:val="00D8220E"/>
    <w:rsid w:val="00D849CA"/>
    <w:rsid w:val="00DD46CA"/>
    <w:rsid w:val="00DF44DF"/>
    <w:rsid w:val="00E023F6"/>
    <w:rsid w:val="00E03DBB"/>
    <w:rsid w:val="00E2108E"/>
    <w:rsid w:val="00E30A22"/>
    <w:rsid w:val="00E42EE9"/>
    <w:rsid w:val="00E72118"/>
    <w:rsid w:val="00EF68FD"/>
    <w:rsid w:val="00F25A4E"/>
    <w:rsid w:val="00F30824"/>
    <w:rsid w:val="00F34E58"/>
    <w:rsid w:val="00F43936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01313719"/>
  <w15:docId w15:val="{2B405D42-D8BE-45C6-A1FF-3ED07487F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0C4FF7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E42EE9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lWeb">
    <w:name w:val="Normal (Web)"/>
    <w:basedOn w:val="Normal"/>
    <w:uiPriority w:val="99"/>
    <w:unhideWhenUsed/>
    <w:rsid w:val="00F43936"/>
    <w:rPr>
      <w:rFonts w:cs="Mangal"/>
      <w:szCs w:val="21"/>
    </w:rPr>
  </w:style>
  <w:style w:type="table" w:styleId="TableGrid">
    <w:name w:val="Table Grid"/>
    <w:basedOn w:val="TableNormal"/>
    <w:uiPriority w:val="59"/>
    <w:rsid w:val="00F43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F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4FF7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4FF7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F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FF7"/>
    <w:rPr>
      <w:rFonts w:eastAsia="SimSun" w:cs="Mangal"/>
      <w:b/>
      <w:bCs/>
      <w:kern w:val="1"/>
      <w:szCs w:val="18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5C565C"/>
    <w:rPr>
      <w:color w:val="808080"/>
    </w:rPr>
  </w:style>
  <w:style w:type="paragraph" w:styleId="Revision">
    <w:name w:val="Revision"/>
    <w:hidden/>
    <w:uiPriority w:val="99"/>
    <w:semiHidden/>
    <w:rsid w:val="00C26F08"/>
    <w:rPr>
      <w:rFonts w:eastAsia="SimSun" w:cs="Mangal"/>
      <w:kern w:val="1"/>
      <w:sz w:val="24"/>
      <w:szCs w:val="21"/>
      <w:lang w:eastAsia="zh-CN" w:bidi="hi-IN"/>
    </w:rPr>
  </w:style>
  <w:style w:type="paragraph" w:styleId="ListParagraph">
    <w:name w:val="List Paragraph"/>
    <w:basedOn w:val="Normal"/>
    <w:uiPriority w:val="34"/>
    <w:qFormat/>
    <w:rsid w:val="0058788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E5DC221B9A4347BD355D61C07B06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0215335-42E0-44A8-A527-39CB2DB27CCB}"/>
      </w:docPartPr>
      <w:docPartBody>
        <w:p w:rsidR="003015A5" w:rsidRDefault="0085376B" w:rsidP="0085376B">
          <w:pPr>
            <w:pStyle w:val="BDE5DC221B9A4347BD355D61C07B060F"/>
          </w:pPr>
          <w:r w:rsidRPr="00A24623">
            <w:rPr>
              <w:rStyle w:val="PlaceholderText"/>
              <w:color w:val="auto"/>
            </w:rPr>
            <w:t>[Registreerimise kuupäev]</w:t>
          </w:r>
        </w:p>
      </w:docPartBody>
    </w:docPart>
    <w:docPart>
      <w:docPartPr>
        <w:name w:val="E67850B686904612863552F075A0F12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2E34DD1-BB8D-427D-A397-DFDCE0D3F9CE}"/>
      </w:docPartPr>
      <w:docPartBody>
        <w:p w:rsidR="003015A5" w:rsidRDefault="0085376B" w:rsidP="0085376B">
          <w:pPr>
            <w:pStyle w:val="E67850B686904612863552F075A0F126"/>
          </w:pPr>
          <w:r w:rsidRPr="00A24623">
            <w:rPr>
              <w:rStyle w:val="PlaceholderText"/>
              <w:color w:val="auto"/>
            </w:rPr>
            <w:t>[Registreerimisnumber]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854"/>
    <w:rsid w:val="00016560"/>
    <w:rsid w:val="000A2570"/>
    <w:rsid w:val="000C2028"/>
    <w:rsid w:val="001557C4"/>
    <w:rsid w:val="001A277A"/>
    <w:rsid w:val="001C31E4"/>
    <w:rsid w:val="002B7526"/>
    <w:rsid w:val="003015A5"/>
    <w:rsid w:val="005978C3"/>
    <w:rsid w:val="00602087"/>
    <w:rsid w:val="006446DA"/>
    <w:rsid w:val="0068061F"/>
    <w:rsid w:val="00733854"/>
    <w:rsid w:val="007903A2"/>
    <w:rsid w:val="0085376B"/>
    <w:rsid w:val="00B1422B"/>
    <w:rsid w:val="00B21A91"/>
    <w:rsid w:val="00BE094F"/>
    <w:rsid w:val="00C000A9"/>
    <w:rsid w:val="00D7606F"/>
    <w:rsid w:val="00D83591"/>
    <w:rsid w:val="00DA4321"/>
    <w:rsid w:val="00FC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376B"/>
    <w:rPr>
      <w:color w:val="808080"/>
    </w:rPr>
  </w:style>
  <w:style w:type="paragraph" w:customStyle="1" w:styleId="BDE5DC221B9A4347BD355D61C07B060F">
    <w:name w:val="BDE5DC221B9A4347BD355D61C07B060F"/>
    <w:rsid w:val="0085376B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E67850B686904612863552F075A0F126">
    <w:name w:val="E67850B686904612863552F075A0F126"/>
    <w:rsid w:val="0085376B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01" ma:contentTypeVersion="10796" fp:containerId="228b4970-73de-44a4-83e2-9513be360001" fp:lcid="1061" ma:contentTypeName="HTM_Lisamaterjal">
  <xs:schema xmlns:f="04e9d67c-54e4-405d-ad28-5afecf620c8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OrderPosition" minOccurs="0"/>
                <xs:element ref="f:RMInSigningContainer" minOccurs="0"/>
                <xs:element ref="f:RMVirtualFolderNames" minOccurs="0"/>
                <xs:element ref="f:RMAddendumNumber" minOccurs="0"/>
                <xs:element ref="f:RMInheritedFields" minOccurs="0"/>
                <xs:element ref="f:RMAccessRestrictedFrom" minOccurs="0"/>
                <xs:element ref="f:RMAccessRestrictedUntil" minOccurs="0"/>
                <xs:element ref="f:RMAccessRestrictionLevel" minOccurs="0"/>
                <xs:element ref="f:RMAccessRestrictionReason" minOccurs="0"/>
                <xs:element ref="f:RMAccessRestrictionPublishingLevel" minOccurs="0"/>
                <xs:element ref="f:RMAccessRestrictionDate" minOccurs="0"/>
                <xs:element ref="f:RMAccessRestrictionDuration" minOccurs="0"/>
                <xs:element ref="f:RMAccessRestrictionNotificationTime" minOccurs="0"/>
                <xs:element ref="f:RMAccessRestrictionEndEvent" minOccurs="0"/>
                <xs:element ref="f:Allkirjastaja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DocumentDataToFileNam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AccessRestrictionLastExtensionResolution" minOccurs="0"/>
                <xs:element ref="f:RMAccessRestrictionFromSender" minOccurs="0"/>
                <xs:element ref="f:RMDocumentExpirationDat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04e9d67c-54e4-405d-ad28-5afecf620c8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30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4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5" ma:internalName="RMInSigningContainer" nillable="true" ma:readOnly="true" fp:namespace="228B497073DE44A483E29513BE360001" fp:type="Boolean">
      <xs:simpleType>
        <xs:restriction base="dms:Boolean"/>
      </xs:simpleType>
    </xs:element>
    <xs:element name="RMVirtualFolderNames" ma:displayName="Taotlustoimikud" ma:index="6" ma:internalName="RMVirtualFolderNames" nillable="true" ma:readOnly="true" fp:namespace="228B497073DE44A483E29513BE360001" fp:type="String">
      <xs:simpleType>
        <xs:restriction base="dms:Text"/>
      </xs:simpleType>
    </xs:element>
    <xs:element name="RMAddendumNumber" ma:displayName="Lisa number" ma:index="7" ma:internalName="RMAddendumNumber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heritedFields" ma:displayName="RMInheritedFields" ma:index="8" ma:internalName="RMInheritedFields" nillable="true" ma:readOnly="true" fp:namespace="228B497073DE44A483E29513BE360001" fp:type="String">
      <xs:simpleType>
        <xs:restriction base="dms:Text"/>
      </xs:simpleType>
    </xs:element>
    <xs:element name="RMAccessRestrictedFrom" ma:displayName="Kehtiv alates" ma:index="9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0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Level" ma:displayName="Juurdepääsupiirangu tase" ma:index="11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12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PublishingLevel" ma:displayName="Avalikustamine" ma:index="13" ma:internalName="RMAccessRestrictionPublishingLevel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Date" ma:displayName="Fikseeritud lõppkuupäev" ma:index="14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Duration" ma:displayName="Kestus" ma:index="15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16" ma:internalName="RMAccessRestrictionNotificationTime" nillable="true" ma:readOnly="true" fp:namespace="228B497073DE44A483E29513BE360001" ma:format="DateTime" fp:type="DateTime">
      <xs:simpleType>
        <xs:restriction base="dms:DateTime"/>
      </xs:simpleType>
    </xs:element>
    <xs:element name="RMAccessRestrictionEndEvent" ma:displayName="Kehtiv kuni kirjeldus" ma:index="17" ma:internalName="RMAccessRestrictionEndEvent" nillable="true" ma:readOnly="true" fp:namespace="228B497073DE44A483E29513BE360001" fp:type="String">
      <xs:simpleType>
        <xs:restriction base="dms:Text"/>
      </xs:simpleType>
    </xs:element>
    <xs:element name="Allkirjastaja" ma:displayName="Allkirjastaja" ma:index="18" ma:internalName="Allkirjastaja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1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Versiooni olek" ma:index="20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Versioon" ma:index="21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2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3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DocumentDataToFileName" ma:displayName="Täienda faili pealkirja dokumendi andmetega" ma:index="2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AccessRestrictionOwnerTemp" ma:displayName="Juurdepääsupiirangu eest ajutine vastutaja" ma:index="25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26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27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AccessRestrictionLastExtensionResolution" ma:displayName="Juurdepääsupiirang töövoo kaudu pikendatud" ma:index="28" ma:internalName="RMAccessRestrictionLastExtensionResolution" nillable="true" ma:readOnly="true" fp:namespace="228B497073DE44A483E29513BE360001" fp:type="Boolean">
      <xs:simpleType>
        <xs:restriction base="dms:Boolean"/>
      </xs:simpleType>
    </xs:element>
    <xs:element name="RMAccessRestrictionFromSender" ma:displayName="RMAccessRestrictionFromSender" ma:index="29" ma:internalName="RMAccessRestrictionFromSender" nillable="true" ma:readOnly="true" fp:namespace="228B497073DE44A483E29513BE360001" ma:format="DateOnly" fp:type="DateTime">
      <xs:simpleType>
        <xs:restriction base="dms:DateTime"/>
      </xs:simpleType>
    </xs:element>
    <xs:element name="RMDocumentExpirationDate" ma:displayName="Dokumendi lõpetamise kuupäev" ma:index="30" ma:internalName="RMDocumentExpirationDate" nillable="true" ma:hidden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31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32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33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34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35" ma:internalName="RMStatus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>
  <documentManagement xmlns:xsi="http://www.w3.org/2001/XMLSchema-instance">
    <RMUniqueID xmlns="04e9d67c-54e4-405d-ad28-5afecf620c8a">bdbc3db6-eb2a-4b7f-9a00-b94c1993c756</RMUniqueID>
    <RMTitle xmlns="04e9d67c-54e4-405d-ad28-5afecf620c8a"/>
    <RMRegistrationDate xmlns="04e9d67c-54e4-405d-ad28-5afecf620c8a" xsi:nil="true"/>
    <RMReferenceCode xmlns="04e9d67c-54e4-405d-ad28-5afecf620c8a" xsi:nil="true"/>
    <RMOrderPosition xmlns="04e9d67c-54e4-405d-ad28-5afecf620c8a" xsi:nil="true"/>
    <RMInSigningContainer xmlns="04e9d67c-54e4-405d-ad28-5afecf620c8a" xsi:nil="true"/>
    <RMVirtualFolderNames xmlns="04e9d67c-54e4-405d-ad28-5afecf620c8a" xsi:nil="true"/>
    <RMAddendumNumber xmlns="04e9d67c-54e4-405d-ad28-5afecf620c8a" xsi:nil="true"/>
    <RMInheritedFields xmlns="04e9d67c-54e4-405d-ad28-5afecf620c8a">RMAccessRestrictionLevel;RMAccessRestrictionReason;RMAccessRestrictionDate;RMAccessRestrictionDuration;RMAccessRestrictionEndEvent</RMInheritedFields>
    <RMAccessRestrictedFrom xmlns="04e9d67c-54e4-405d-ad28-5afecf620c8a" xsi:nil="true"/>
    <RMAccessRestrictedUntil xmlns="04e9d67c-54e4-405d-ad28-5afecf620c8a" xsi:nil="true"/>
    <RMAccessRestrictionLevel xmlns="04e9d67c-54e4-405d-ad28-5afecf620c8a">Avalik</RMAccessRestrictionLevel>
    <RMAccessRestrictionReason xmlns="04e9d67c-54e4-405d-ad28-5afecf620c8a" xsi:nil="true"/>
    <RMAccessRestrictionPublishingLevel xmlns="04e9d67c-54e4-405d-ad28-5afecf620c8a">2</RMAccessRestrictionPublishingLevel>
    <RMAccessRestrictionDate xmlns="04e9d67c-54e4-405d-ad28-5afecf620c8a" xsi:nil="true"/>
    <RMAccessRestrictionDuration xmlns="04e9d67c-54e4-405d-ad28-5afecf620c8a" xsi:nil="true"/>
    <RMAccessRestrictionNotificationTime xmlns="04e9d67c-54e4-405d-ad28-5afecf620c8a" xsi:nil="true"/>
    <RMAccessRestrictionEndEvent xmlns="04e9d67c-54e4-405d-ad28-5afecf620c8a" xsi:nil="true"/>
    <Allkirjastaja xmlns="04e9d67c-54e4-405d-ad28-5afecf620c8a">Kristina Kallas</Allkirjastaja>
    <RMPublishedDocumentUniqueId xmlns="04e9d67c-54e4-405d-ad28-5afecf620c8a" xsi:nil="true"/>
    <RMRevisionStatus xmlns="04e9d67c-54e4-405d-ad28-5afecf620c8a" xsi:nil="true"/>
    <RMRevisionNumber xmlns="04e9d67c-54e4-405d-ad28-5afecf620c8a" xsi:nil="true"/>
    <RMPublishedFrom xmlns="04e9d67c-54e4-405d-ad28-5afecf620c8a" xsi:nil="true"/>
    <RMPublishedUntil xmlns="04e9d67c-54e4-405d-ad28-5afecf620c8a" xsi:nil="true"/>
    <RMAddDocumentDataToFileName xmlns="04e9d67c-54e4-405d-ad28-5afecf620c8a">false</RMAddDocumentDataToFileName>
    <RMAccessRestrictionOwnerTemp xmlns="04e9d67c-54e4-405d-ad28-5afecf620c8a" xsi:nil="true"/>
    <RMAccessRestrictionOwnerTempUntil xmlns="04e9d67c-54e4-405d-ad28-5afecf620c8a" xsi:nil="true"/>
    <RMAccessRestrictionExtended xmlns="04e9d67c-54e4-405d-ad28-5afecf620c8a" xsi:nil="true"/>
    <RMAccessRestrictionLastExtensionResolution xmlns="04e9d67c-54e4-405d-ad28-5afecf620c8a" xsi:nil="true"/>
    <RMAccessRestrictionFromSender xmlns="04e9d67c-54e4-405d-ad28-5afecf620c8a" xsi:nil="true"/>
    <RMDocumentExpirationDate xmlns="04e9d67c-54e4-405d-ad28-5afecf620c8a" xsi:nil="true"/>
    <RMRetentionDeadline xmlns="04e9d67c-54e4-405d-ad28-5afecf620c8a" xsi:nil="true"/>
    <RMNotes xmlns="04e9d67c-54e4-405d-ad28-5afecf620c8a" xsi:nil="true"/>
    <RMShouldArchiveFilesOnRegistration xmlns="04e9d67c-54e4-405d-ad28-5afecf620c8a">false</RMShouldArchiveFilesOnRegistration>
    <RMKeywords xmlns="04e9d67c-54e4-405d-ad28-5afecf620c8a" xsi:nil="true"/>
    <RMStatus xmlns="04e9d67c-54e4-405d-ad28-5afecf620c8a">Captured</RM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A4B4E93-8553-43BC-A8DB-8D31628A968F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04e9d67c-54e4-405d-ad28-5afecf620c8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2.xml><?xml version="1.0" encoding="utf-8"?>
<ds:datastoreItem xmlns:ds="http://schemas.openxmlformats.org/officeDocument/2006/customXml" ds:itemID="{E904F283-1C31-4ED0-997B-F8365CABCE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3818CE-5896-4ABC-A097-A0D0B38C59FE}">
  <ds:schemaRefs>
    <ds:schemaRef ds:uri="http://schemas.microsoft.com/office/2006/metadata/properties"/>
    <ds:schemaRef ds:uri="04e9d67c-54e4-405d-ad28-5afecf620c8a"/>
  </ds:schemaRefs>
</ds:datastoreItem>
</file>

<file path=customXml/itemProps4.xml><?xml version="1.0" encoding="utf-8"?>
<ds:datastoreItem xmlns:ds="http://schemas.openxmlformats.org/officeDocument/2006/customXml" ds:itemID="{BEC67A3B-ECE8-4FD5-9975-E2ACAFDA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D:\Users\GertU\Desktop\Uued veebi\M_yldplank_TNR.dotx</Template>
  <TotalTime>10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creator>Ketlin Alaväli</dc:creator>
  <cp:lastModifiedBy>Martti Martinson</cp:lastModifiedBy>
  <cp:revision>6</cp:revision>
  <cp:lastPrinted>2014-04-02T13:57:00Z</cp:lastPrinted>
  <dcterms:created xsi:type="dcterms:W3CDTF">2023-06-13T11:02:00Z</dcterms:created>
  <dcterms:modified xsi:type="dcterms:W3CDTF">2023-07-03T15:24:00Z</dcterms:modified>
</cp:coreProperties>
</file>